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284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</w:tblBorders>
        <w:tblCellMar>
          <w:left w:w="0" w:type="dxa"/>
          <w:right w:w="0" w:type="dxa"/>
        </w:tblCellMar>
        <w:tblLook w:val="0000"/>
      </w:tblPr>
      <w:tblGrid>
        <w:gridCol w:w="1796"/>
        <w:gridCol w:w="1830"/>
        <w:gridCol w:w="1826"/>
        <w:gridCol w:w="1828"/>
        <w:gridCol w:w="1840"/>
        <w:gridCol w:w="1892"/>
        <w:gridCol w:w="1828"/>
      </w:tblGrid>
      <w:tr w:rsidR="00CD1762" w:rsidRPr="000E65DE" w:rsidTr="00385F95">
        <w:trPr>
          <w:trHeight w:val="585"/>
        </w:trPr>
        <w:tc>
          <w:tcPr>
            <w:tcW w:w="12840" w:type="dxa"/>
            <w:gridSpan w:val="7"/>
            <w:tcBorders>
              <w:top w:val="single" w:sz="8" w:space="0" w:color="FFFFFF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CD1762" w:rsidRPr="000E65DE" w:rsidRDefault="00CD1762" w:rsidP="00D02EB2">
            <w:pPr>
              <w:rPr>
                <w:b/>
                <w:bCs/>
              </w:rPr>
            </w:pPr>
            <w:r w:rsidRPr="000E65DE">
              <w:rPr>
                <w:b/>
                <w:bCs/>
              </w:rPr>
              <w:t>Goal Statement: To see if BYOD is a feasible and sustainable way to integrate technology into every classroom experience.</w:t>
            </w:r>
          </w:p>
          <w:p w:rsidR="00CD1762" w:rsidRPr="000E65DE" w:rsidRDefault="00CD1762" w:rsidP="00D02EB2">
            <w:pPr>
              <w:rPr>
                <w:b/>
                <w:bCs/>
              </w:rPr>
            </w:pPr>
            <w:r w:rsidRPr="000E65DE">
              <w:rPr>
                <w:b/>
                <w:bCs/>
              </w:rPr>
              <w:t>Feasible - practical and realistic</w:t>
            </w:r>
          </w:p>
          <w:p w:rsidR="00CD1762" w:rsidRDefault="00CD1762" w:rsidP="00D02EB2">
            <w:pPr>
              <w:rPr>
                <w:b/>
                <w:bCs/>
              </w:rPr>
            </w:pPr>
            <w:r w:rsidRPr="000E65DE">
              <w:rPr>
                <w:b/>
                <w:bCs/>
              </w:rPr>
              <w:t>Sustainable -  maintainable and supportable</w:t>
            </w:r>
          </w:p>
          <w:p w:rsidR="00CD1762" w:rsidRPr="00EE54AC" w:rsidRDefault="00CD1762" w:rsidP="00D02EB2">
            <w:pPr>
              <w:rPr>
                <w:bCs/>
                <w:sz w:val="20"/>
                <w:szCs w:val="20"/>
              </w:rPr>
            </w:pPr>
            <w:r w:rsidRPr="00A52A59">
              <w:rPr>
                <w:bCs/>
                <w:sz w:val="20"/>
                <w:szCs w:val="20"/>
              </w:rPr>
              <w:t>Baseline Data Collecting</w:t>
            </w:r>
          </w:p>
        </w:tc>
      </w:tr>
      <w:tr w:rsidR="00CD1762" w:rsidRPr="000E65DE" w:rsidTr="00385F95">
        <w:trPr>
          <w:trHeight w:val="585"/>
        </w:trPr>
        <w:tc>
          <w:tcPr>
            <w:tcW w:w="3640" w:type="dxa"/>
            <w:gridSpan w:val="2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CD1762" w:rsidRPr="000E65DE" w:rsidRDefault="00CD1762" w:rsidP="001665D4">
            <w:r w:rsidRPr="000E65DE">
              <w:t>Project / Plan</w:t>
            </w:r>
          </w:p>
        </w:tc>
        <w:tc>
          <w:tcPr>
            <w:tcW w:w="9200" w:type="dxa"/>
            <w:gridSpan w:val="5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CD1762" w:rsidRPr="000E65DE" w:rsidRDefault="00CD1762" w:rsidP="001665D4">
            <w:r w:rsidRPr="000E65DE">
              <w:t>Evaluation</w:t>
            </w:r>
          </w:p>
        </w:tc>
      </w:tr>
      <w:tr w:rsidR="00CD1762" w:rsidRPr="000E65DE" w:rsidTr="00A52A59">
        <w:trPr>
          <w:trHeight w:val="585"/>
        </w:trPr>
        <w:tc>
          <w:tcPr>
            <w:tcW w:w="1800" w:type="dxa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CD1762" w:rsidRPr="000E65DE" w:rsidRDefault="00CD1762" w:rsidP="001665D4"/>
        </w:tc>
        <w:tc>
          <w:tcPr>
            <w:tcW w:w="1840" w:type="dxa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CD1762" w:rsidRPr="000E65DE" w:rsidRDefault="00CD1762" w:rsidP="001665D4">
            <w:r w:rsidRPr="000E65DE">
              <w:rPr>
                <w:i/>
                <w:iCs/>
              </w:rPr>
              <w:t>What will your project be doing?</w:t>
            </w:r>
          </w:p>
        </w:tc>
        <w:tc>
          <w:tcPr>
            <w:tcW w:w="1840" w:type="dxa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CD1762" w:rsidRPr="000E65DE" w:rsidRDefault="00CD1762" w:rsidP="001665D4">
            <w:r w:rsidRPr="000E65DE">
              <w:rPr>
                <w:i/>
                <w:iCs/>
              </w:rPr>
              <w:t>What will be the desired outcome of these actions?</w:t>
            </w:r>
          </w:p>
        </w:tc>
        <w:tc>
          <w:tcPr>
            <w:tcW w:w="1840" w:type="dxa"/>
            <w:tcBorders>
              <w:top w:val="nil"/>
              <w:bottom w:val="nil"/>
            </w:tcBorders>
            <w:shd w:val="clear" w:color="auto" w:fill="FFFF99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CD1762" w:rsidRPr="00A52A59" w:rsidRDefault="00CD1762" w:rsidP="001665D4">
            <w:pPr>
              <w:rPr>
                <w:b/>
                <w:color w:val="000080"/>
              </w:rPr>
            </w:pPr>
            <w:r w:rsidRPr="00A52A59">
              <w:rPr>
                <w:b/>
                <w:i/>
                <w:iCs/>
                <w:color w:val="000080"/>
              </w:rPr>
              <w:t xml:space="preserve">What do these desired outcomes look like in the context of your project? </w:t>
            </w:r>
          </w:p>
        </w:tc>
        <w:tc>
          <w:tcPr>
            <w:tcW w:w="3680" w:type="dxa"/>
            <w:gridSpan w:val="2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CD1762" w:rsidRPr="000E65DE" w:rsidRDefault="00CD1762" w:rsidP="001665D4">
            <w:r w:rsidRPr="000E65DE">
              <w:rPr>
                <w:i/>
                <w:iCs/>
              </w:rPr>
              <w:t>What do you need to find out in order to assess how effectively your actions are producing the desired outcomes and fulfilling the indicators?</w:t>
            </w:r>
          </w:p>
        </w:tc>
        <w:tc>
          <w:tcPr>
            <w:tcW w:w="1840" w:type="dxa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CD1762" w:rsidRPr="000E65DE" w:rsidRDefault="00CD1762" w:rsidP="001665D4">
            <w:r w:rsidRPr="000E65DE">
              <w:rPr>
                <w:i/>
                <w:iCs/>
              </w:rPr>
              <w:t>How closely does your data match your indicators?</w:t>
            </w:r>
          </w:p>
        </w:tc>
      </w:tr>
      <w:tr w:rsidR="00CD1762" w:rsidRPr="000E65DE" w:rsidTr="00A52A59">
        <w:trPr>
          <w:trHeight w:val="585"/>
        </w:trPr>
        <w:tc>
          <w:tcPr>
            <w:tcW w:w="1800" w:type="dxa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CD1762" w:rsidRPr="000E65DE" w:rsidRDefault="00CD1762" w:rsidP="001665D4"/>
        </w:tc>
        <w:tc>
          <w:tcPr>
            <w:tcW w:w="1840" w:type="dxa"/>
            <w:tcMar>
              <w:top w:w="72" w:type="dxa"/>
              <w:left w:w="144" w:type="dxa"/>
              <w:bottom w:w="72" w:type="dxa"/>
              <w:right w:w="144" w:type="dxa"/>
            </w:tcMar>
            <w:vAlign w:val="bottom"/>
          </w:tcPr>
          <w:p w:rsidR="00CD1762" w:rsidRPr="000E65DE" w:rsidRDefault="00CD1762" w:rsidP="001665D4">
            <w:r w:rsidRPr="000E65DE">
              <w:t>Actions</w:t>
            </w:r>
          </w:p>
        </w:tc>
        <w:tc>
          <w:tcPr>
            <w:tcW w:w="1840" w:type="dxa"/>
            <w:tcMar>
              <w:top w:w="72" w:type="dxa"/>
              <w:left w:w="144" w:type="dxa"/>
              <w:bottom w:w="72" w:type="dxa"/>
              <w:right w:w="144" w:type="dxa"/>
            </w:tcMar>
            <w:vAlign w:val="bottom"/>
          </w:tcPr>
          <w:p w:rsidR="00CD1762" w:rsidRPr="000E65DE" w:rsidRDefault="00CD1762" w:rsidP="001665D4">
            <w:r w:rsidRPr="000E65DE">
              <w:t>Desired Outcomes</w:t>
            </w:r>
          </w:p>
        </w:tc>
        <w:tc>
          <w:tcPr>
            <w:tcW w:w="1840" w:type="dxa"/>
            <w:tcBorders>
              <w:top w:val="nil"/>
              <w:bottom w:val="nil"/>
            </w:tcBorders>
            <w:shd w:val="clear" w:color="auto" w:fill="FFFF99"/>
            <w:tcMar>
              <w:top w:w="72" w:type="dxa"/>
              <w:left w:w="144" w:type="dxa"/>
              <w:bottom w:w="72" w:type="dxa"/>
              <w:right w:w="144" w:type="dxa"/>
            </w:tcMar>
            <w:vAlign w:val="bottom"/>
          </w:tcPr>
          <w:p w:rsidR="00CD1762" w:rsidRPr="00A52A59" w:rsidRDefault="00CD1762" w:rsidP="001665D4">
            <w:pPr>
              <w:rPr>
                <w:b/>
                <w:color w:val="000080"/>
              </w:rPr>
            </w:pPr>
            <w:r w:rsidRPr="00A52A59">
              <w:rPr>
                <w:b/>
                <w:color w:val="000080"/>
              </w:rPr>
              <w:t xml:space="preserve">Indicator </w:t>
            </w:r>
            <w:r w:rsidRPr="00A52A59">
              <w:rPr>
                <w:b/>
                <w:color w:val="000080"/>
                <w:sz w:val="16"/>
                <w:szCs w:val="16"/>
              </w:rPr>
              <w:t>(what you want to see at the end of pilot)</w:t>
            </w:r>
          </w:p>
        </w:tc>
        <w:tc>
          <w:tcPr>
            <w:tcW w:w="1840" w:type="dxa"/>
            <w:tcMar>
              <w:top w:w="72" w:type="dxa"/>
              <w:left w:w="144" w:type="dxa"/>
              <w:bottom w:w="72" w:type="dxa"/>
              <w:right w:w="144" w:type="dxa"/>
            </w:tcMar>
            <w:vAlign w:val="bottom"/>
          </w:tcPr>
          <w:p w:rsidR="00CD1762" w:rsidRPr="000E65DE" w:rsidRDefault="00CD1762" w:rsidP="001665D4">
            <w:r w:rsidRPr="000E65DE">
              <w:t>Data Avenues/Sources</w:t>
            </w:r>
          </w:p>
        </w:tc>
        <w:tc>
          <w:tcPr>
            <w:tcW w:w="1840" w:type="dxa"/>
            <w:tcMar>
              <w:top w:w="72" w:type="dxa"/>
              <w:left w:w="144" w:type="dxa"/>
              <w:bottom w:w="72" w:type="dxa"/>
              <w:right w:w="144" w:type="dxa"/>
            </w:tcMar>
            <w:vAlign w:val="bottom"/>
          </w:tcPr>
          <w:p w:rsidR="00CD1762" w:rsidRPr="000E65DE" w:rsidRDefault="00CD1762" w:rsidP="001665D4">
            <w:r w:rsidRPr="000E65DE">
              <w:t>Questions/Probes</w:t>
            </w:r>
          </w:p>
        </w:tc>
        <w:tc>
          <w:tcPr>
            <w:tcW w:w="1840" w:type="dxa"/>
            <w:tcMar>
              <w:top w:w="72" w:type="dxa"/>
              <w:left w:w="144" w:type="dxa"/>
              <w:bottom w:w="72" w:type="dxa"/>
              <w:right w:w="144" w:type="dxa"/>
            </w:tcMar>
            <w:vAlign w:val="bottom"/>
          </w:tcPr>
          <w:p w:rsidR="00CD1762" w:rsidRPr="000E65DE" w:rsidRDefault="00CD1762" w:rsidP="001665D4">
            <w:r w:rsidRPr="000E65DE">
              <w:t>Data Analysis</w:t>
            </w:r>
          </w:p>
        </w:tc>
      </w:tr>
      <w:tr w:rsidR="00CD1762" w:rsidRPr="000E65DE" w:rsidTr="00A52A59">
        <w:trPr>
          <w:trHeight w:val="585"/>
        </w:trPr>
        <w:tc>
          <w:tcPr>
            <w:tcW w:w="1800" w:type="dxa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CD1762" w:rsidRPr="000E65DE" w:rsidRDefault="00CD1762" w:rsidP="001665D4">
            <w:r w:rsidRPr="000E65DE">
              <w:t>Curriculum</w:t>
            </w:r>
          </w:p>
        </w:tc>
        <w:tc>
          <w:tcPr>
            <w:tcW w:w="1840" w:type="dxa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CD1762" w:rsidRPr="000E65DE" w:rsidRDefault="00CD1762" w:rsidP="001665D4">
            <w:pPr>
              <w:rPr>
                <w:sz w:val="16"/>
                <w:szCs w:val="16"/>
              </w:rPr>
            </w:pPr>
            <w:r w:rsidRPr="000E65DE">
              <w:rPr>
                <w:sz w:val="16"/>
                <w:szCs w:val="16"/>
              </w:rPr>
              <w:t xml:space="preserve">**Creating Digital Content </w:t>
            </w:r>
          </w:p>
          <w:p w:rsidR="00CD1762" w:rsidRPr="000E65DE" w:rsidRDefault="00CD1762" w:rsidP="001665D4">
            <w:pPr>
              <w:rPr>
                <w:sz w:val="16"/>
                <w:szCs w:val="16"/>
              </w:rPr>
            </w:pPr>
            <w:r w:rsidRPr="000E65DE">
              <w:rPr>
                <w:sz w:val="16"/>
                <w:szCs w:val="16"/>
              </w:rPr>
              <w:t>**Identify units/areas for involvement in the project</w:t>
            </w:r>
          </w:p>
          <w:p w:rsidR="00CD1762" w:rsidRPr="000E65DE" w:rsidRDefault="00CD1762" w:rsidP="001665D4">
            <w:pPr>
              <w:rPr>
                <w:sz w:val="16"/>
                <w:szCs w:val="16"/>
              </w:rPr>
            </w:pPr>
            <w:r w:rsidRPr="000E65DE">
              <w:rPr>
                <w:sz w:val="16"/>
                <w:szCs w:val="16"/>
              </w:rPr>
              <w:t>**Map ‘activities’ to 21</w:t>
            </w:r>
            <w:r w:rsidRPr="000E65DE">
              <w:rPr>
                <w:sz w:val="16"/>
                <w:szCs w:val="16"/>
                <w:vertAlign w:val="superscript"/>
              </w:rPr>
              <w:t>st</w:t>
            </w:r>
            <w:r w:rsidRPr="000E65DE">
              <w:rPr>
                <w:sz w:val="16"/>
                <w:szCs w:val="16"/>
              </w:rPr>
              <w:t xml:space="preserve"> C skills and relevant Curr</w:t>
            </w:r>
            <w:r>
              <w:rPr>
                <w:sz w:val="16"/>
                <w:szCs w:val="16"/>
              </w:rPr>
              <w:t>iculum</w:t>
            </w:r>
            <w:r w:rsidRPr="000E65DE">
              <w:rPr>
                <w:sz w:val="16"/>
                <w:szCs w:val="16"/>
              </w:rPr>
              <w:t xml:space="preserve"> st</w:t>
            </w:r>
            <w:r>
              <w:rPr>
                <w:sz w:val="16"/>
                <w:szCs w:val="16"/>
              </w:rPr>
              <w:t>andar</w:t>
            </w:r>
            <w:r w:rsidRPr="000E65DE">
              <w:rPr>
                <w:sz w:val="16"/>
                <w:szCs w:val="16"/>
              </w:rPr>
              <w:t>d</w:t>
            </w:r>
            <w:r>
              <w:rPr>
                <w:sz w:val="16"/>
                <w:szCs w:val="16"/>
              </w:rPr>
              <w:t>s.</w:t>
            </w:r>
          </w:p>
          <w:p w:rsidR="00CD1762" w:rsidRPr="000E65DE" w:rsidRDefault="00CD1762" w:rsidP="001665D4">
            <w:pPr>
              <w:rPr>
                <w:sz w:val="16"/>
                <w:szCs w:val="16"/>
              </w:rPr>
            </w:pPr>
            <w:r w:rsidRPr="000E65DE">
              <w:rPr>
                <w:sz w:val="16"/>
                <w:szCs w:val="16"/>
              </w:rPr>
              <w:t>**Modify lesson plan for diff</w:t>
            </w:r>
            <w:r>
              <w:rPr>
                <w:sz w:val="16"/>
                <w:szCs w:val="16"/>
              </w:rPr>
              <w:t>erential</w:t>
            </w:r>
            <w:r w:rsidRPr="000E65DE">
              <w:rPr>
                <w:sz w:val="16"/>
                <w:szCs w:val="16"/>
              </w:rPr>
              <w:t xml:space="preserve"> instruction &amp; </w:t>
            </w:r>
            <w:r w:rsidRPr="00934405">
              <w:rPr>
                <w:sz w:val="16"/>
                <w:szCs w:val="16"/>
              </w:rPr>
              <w:t>UDL</w:t>
            </w:r>
          </w:p>
          <w:p w:rsidR="00CD1762" w:rsidRPr="000E65DE" w:rsidRDefault="00CD1762" w:rsidP="001665D4">
            <w:pPr>
              <w:rPr>
                <w:sz w:val="16"/>
                <w:szCs w:val="16"/>
              </w:rPr>
            </w:pPr>
          </w:p>
        </w:tc>
        <w:tc>
          <w:tcPr>
            <w:tcW w:w="1840" w:type="dxa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CD1762" w:rsidRPr="000E65DE" w:rsidRDefault="00CD1762" w:rsidP="001665D4">
            <w:pPr>
              <w:rPr>
                <w:sz w:val="16"/>
                <w:szCs w:val="16"/>
              </w:rPr>
            </w:pPr>
            <w:r w:rsidRPr="000E65DE">
              <w:rPr>
                <w:sz w:val="16"/>
                <w:szCs w:val="16"/>
              </w:rPr>
              <w:t>**Modified Instruction</w:t>
            </w:r>
          </w:p>
          <w:p w:rsidR="00CD1762" w:rsidRPr="000E65DE" w:rsidRDefault="00CD1762" w:rsidP="001665D4">
            <w:pPr>
              <w:rPr>
                <w:sz w:val="16"/>
                <w:szCs w:val="16"/>
              </w:rPr>
            </w:pPr>
            <w:r w:rsidRPr="000E65DE">
              <w:rPr>
                <w:sz w:val="16"/>
                <w:szCs w:val="16"/>
              </w:rPr>
              <w:t>**PBL</w:t>
            </w:r>
          </w:p>
          <w:p w:rsidR="00CD1762" w:rsidRPr="000E65DE" w:rsidRDefault="00CD1762" w:rsidP="001665D4">
            <w:pPr>
              <w:rPr>
                <w:sz w:val="16"/>
                <w:szCs w:val="16"/>
              </w:rPr>
            </w:pPr>
            <w:r w:rsidRPr="000E65DE">
              <w:rPr>
                <w:sz w:val="16"/>
                <w:szCs w:val="16"/>
              </w:rPr>
              <w:t>**Personal Learning</w:t>
            </w:r>
          </w:p>
          <w:p w:rsidR="00CD1762" w:rsidRPr="000E65DE" w:rsidRDefault="00CD1762" w:rsidP="001665D4">
            <w:pPr>
              <w:rPr>
                <w:sz w:val="16"/>
                <w:szCs w:val="16"/>
              </w:rPr>
            </w:pPr>
            <w:r w:rsidRPr="000E65DE">
              <w:rPr>
                <w:sz w:val="16"/>
                <w:szCs w:val="16"/>
              </w:rPr>
              <w:t>**Authentic Tasks</w:t>
            </w:r>
          </w:p>
          <w:p w:rsidR="00CD1762" w:rsidRPr="000E65DE" w:rsidRDefault="00CD1762" w:rsidP="001665D4">
            <w:pPr>
              <w:rPr>
                <w:sz w:val="16"/>
                <w:szCs w:val="16"/>
              </w:rPr>
            </w:pPr>
            <w:r w:rsidRPr="000E65DE">
              <w:rPr>
                <w:sz w:val="16"/>
                <w:szCs w:val="16"/>
              </w:rPr>
              <w:t>**Student Centered Learning Classroom</w:t>
            </w:r>
          </w:p>
          <w:p w:rsidR="00CD1762" w:rsidRPr="000E65DE" w:rsidRDefault="00CD1762" w:rsidP="001665D4">
            <w:pPr>
              <w:rPr>
                <w:sz w:val="16"/>
                <w:szCs w:val="16"/>
              </w:rPr>
            </w:pPr>
            <w:r w:rsidRPr="000E65DE">
              <w:rPr>
                <w:sz w:val="16"/>
                <w:szCs w:val="16"/>
              </w:rPr>
              <w:t>**Engaged</w:t>
            </w:r>
          </w:p>
          <w:p w:rsidR="00CD1762" w:rsidRPr="000E65DE" w:rsidRDefault="00CD1762" w:rsidP="001665D4">
            <w:pPr>
              <w:rPr>
                <w:sz w:val="16"/>
                <w:szCs w:val="16"/>
              </w:rPr>
            </w:pPr>
            <w:r w:rsidRPr="000E65DE">
              <w:rPr>
                <w:sz w:val="16"/>
                <w:szCs w:val="16"/>
              </w:rPr>
              <w:t>**Efficient use of time</w:t>
            </w:r>
          </w:p>
          <w:p w:rsidR="00CD1762" w:rsidRPr="000E65DE" w:rsidRDefault="00CD1762" w:rsidP="001665D4">
            <w:pPr>
              <w:rPr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bottom w:val="nil"/>
            </w:tcBorders>
            <w:shd w:val="clear" w:color="auto" w:fill="FFFF99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CD1762" w:rsidRPr="00A52A59" w:rsidRDefault="00CD1762" w:rsidP="001665D4">
            <w:pPr>
              <w:rPr>
                <w:b/>
                <w:color w:val="000080"/>
                <w:sz w:val="16"/>
                <w:szCs w:val="16"/>
              </w:rPr>
            </w:pPr>
            <w:r w:rsidRPr="00A52A59">
              <w:rPr>
                <w:b/>
                <w:color w:val="000080"/>
                <w:sz w:val="16"/>
                <w:szCs w:val="16"/>
              </w:rPr>
              <w:t>**Pilot teachers use technology to modify instructional units that include differentiated instruction and/or the principles of UDL.</w:t>
            </w:r>
          </w:p>
          <w:p w:rsidR="00CD1762" w:rsidRPr="00A52A59" w:rsidRDefault="00CD1762" w:rsidP="001665D4">
            <w:pPr>
              <w:rPr>
                <w:b/>
                <w:color w:val="000080"/>
                <w:sz w:val="16"/>
                <w:szCs w:val="16"/>
              </w:rPr>
            </w:pPr>
            <w:r w:rsidRPr="00A52A59">
              <w:rPr>
                <w:b/>
                <w:color w:val="000080"/>
                <w:sz w:val="16"/>
                <w:szCs w:val="16"/>
              </w:rPr>
              <w:t>**Students demonstrate the following 21</w:t>
            </w:r>
            <w:r w:rsidRPr="00A52A59">
              <w:rPr>
                <w:b/>
                <w:color w:val="000080"/>
                <w:sz w:val="16"/>
                <w:szCs w:val="16"/>
                <w:vertAlign w:val="superscript"/>
              </w:rPr>
              <w:t>st</w:t>
            </w:r>
            <w:r w:rsidRPr="00A52A59">
              <w:rPr>
                <w:b/>
                <w:color w:val="000080"/>
                <w:sz w:val="16"/>
                <w:szCs w:val="16"/>
              </w:rPr>
              <w:t xml:space="preserve"> century skills: Collaborate, Communicate, Critical Thinking, Creativity</w:t>
            </w:r>
          </w:p>
          <w:p w:rsidR="00CD1762" w:rsidRPr="00A52A59" w:rsidRDefault="00CD1762" w:rsidP="001665D4">
            <w:pPr>
              <w:rPr>
                <w:b/>
                <w:color w:val="000080"/>
                <w:sz w:val="16"/>
                <w:szCs w:val="16"/>
              </w:rPr>
            </w:pPr>
            <w:r w:rsidRPr="00A52A59">
              <w:rPr>
                <w:b/>
                <w:color w:val="000080"/>
                <w:sz w:val="16"/>
                <w:szCs w:val="16"/>
              </w:rPr>
              <w:t xml:space="preserve">**The consistent presence of technology in the classroom shows students are focused on the task assigned and actively involved in the lesson. </w:t>
            </w:r>
          </w:p>
          <w:p w:rsidR="00CD1762" w:rsidRPr="00A52A59" w:rsidRDefault="00CD1762" w:rsidP="001665D4">
            <w:pPr>
              <w:rPr>
                <w:b/>
                <w:color w:val="000080"/>
                <w:sz w:val="16"/>
                <w:szCs w:val="16"/>
              </w:rPr>
            </w:pPr>
          </w:p>
        </w:tc>
        <w:tc>
          <w:tcPr>
            <w:tcW w:w="1840" w:type="dxa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CD1762" w:rsidRDefault="00CD1762" w:rsidP="001665D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Query Teachers</w:t>
            </w:r>
          </w:p>
          <w:p w:rsidR="00CD1762" w:rsidRDefault="00CD1762" w:rsidP="001665D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Classroom walkthroughs</w:t>
            </w:r>
          </w:p>
          <w:p w:rsidR="00CD1762" w:rsidRDefault="00CD1762" w:rsidP="001665D4">
            <w:pPr>
              <w:rPr>
                <w:sz w:val="16"/>
                <w:szCs w:val="16"/>
              </w:rPr>
            </w:pPr>
          </w:p>
          <w:p w:rsidR="00CD1762" w:rsidRDefault="00CD1762" w:rsidP="001665D4">
            <w:pPr>
              <w:rPr>
                <w:sz w:val="16"/>
                <w:szCs w:val="16"/>
              </w:rPr>
            </w:pPr>
          </w:p>
          <w:p w:rsidR="00CD1762" w:rsidRDefault="00CD1762" w:rsidP="001665D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Examples of student work </w:t>
            </w:r>
          </w:p>
          <w:p w:rsidR="00CD1762" w:rsidRDefault="00CD1762" w:rsidP="009A6A6A">
            <w:pPr>
              <w:rPr>
                <w:sz w:val="16"/>
                <w:szCs w:val="16"/>
              </w:rPr>
            </w:pPr>
          </w:p>
          <w:p w:rsidR="00CD1762" w:rsidRDefault="00CD1762" w:rsidP="009A6A6A">
            <w:pPr>
              <w:rPr>
                <w:sz w:val="16"/>
                <w:szCs w:val="16"/>
              </w:rPr>
            </w:pPr>
          </w:p>
          <w:p w:rsidR="00CD1762" w:rsidRDefault="00CD1762" w:rsidP="009A6A6A">
            <w:pPr>
              <w:rPr>
                <w:sz w:val="16"/>
                <w:szCs w:val="16"/>
              </w:rPr>
            </w:pPr>
            <w:bookmarkStart w:id="0" w:name="_GoBack"/>
            <w:bookmarkEnd w:id="0"/>
            <w:r>
              <w:rPr>
                <w:sz w:val="16"/>
                <w:szCs w:val="16"/>
              </w:rPr>
              <w:t>Query Teachers</w:t>
            </w:r>
          </w:p>
          <w:p w:rsidR="00CD1762" w:rsidRDefault="00CD1762" w:rsidP="009A6A6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Classroom walkthroughs</w:t>
            </w:r>
          </w:p>
          <w:p w:rsidR="00CD1762" w:rsidRPr="000E65DE" w:rsidRDefault="00CD1762" w:rsidP="001665D4">
            <w:pPr>
              <w:rPr>
                <w:sz w:val="16"/>
                <w:szCs w:val="16"/>
              </w:rPr>
            </w:pPr>
          </w:p>
        </w:tc>
        <w:tc>
          <w:tcPr>
            <w:tcW w:w="1840" w:type="dxa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CD1762" w:rsidRPr="00B22DE1" w:rsidRDefault="00CD1762" w:rsidP="00B22DE1">
            <w:pPr>
              <w:pStyle w:val="NormalWeb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What is it that the use of the device allows you to do in your lesson that you could not do before?</w:t>
            </w:r>
          </w:p>
          <w:p w:rsidR="00CD1762" w:rsidRDefault="00CD1762" w:rsidP="009D04A4">
            <w:pPr>
              <w:pStyle w:val="NormalWeb"/>
              <w:rPr>
                <w:rFonts w:ascii="Calibri" w:hAnsi="Calibri" w:cs="Calibri"/>
                <w:sz w:val="16"/>
                <w:szCs w:val="16"/>
              </w:rPr>
            </w:pPr>
          </w:p>
          <w:p w:rsidR="00CD1762" w:rsidRDefault="00CD1762" w:rsidP="009D04A4">
            <w:pPr>
              <w:pStyle w:val="NormalWeb"/>
              <w:rPr>
                <w:rFonts w:ascii="Calibri" w:hAnsi="Calibri" w:cs="Calibri"/>
                <w:sz w:val="16"/>
                <w:szCs w:val="16"/>
              </w:rPr>
            </w:pPr>
            <w:r w:rsidRPr="009D04A4">
              <w:rPr>
                <w:rFonts w:ascii="Calibri" w:hAnsi="Calibri" w:cs="Calibri"/>
                <w:sz w:val="16"/>
                <w:szCs w:val="16"/>
              </w:rPr>
              <w:t>Through what technology tools or application have your students developed any or all of the 4C’s?</w:t>
            </w:r>
            <w:r>
              <w:t xml:space="preserve">  </w:t>
            </w:r>
          </w:p>
          <w:p w:rsidR="00CD1762" w:rsidRPr="00AF60A3" w:rsidRDefault="00CD1762" w:rsidP="009D04A4">
            <w:pPr>
              <w:pStyle w:val="NormalWeb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What strategies do you use to assess</w:t>
            </w:r>
            <w:r w:rsidRPr="00AF60A3">
              <w:rPr>
                <w:rFonts w:ascii="Calibri" w:hAnsi="Calibri" w:cs="Calibri"/>
                <w:sz w:val="16"/>
                <w:szCs w:val="16"/>
              </w:rPr>
              <w:t xml:space="preserve"> when your students are using technology as an effective tool for learning? What do you see?</w:t>
            </w:r>
          </w:p>
          <w:p w:rsidR="00CD1762" w:rsidRPr="000E65DE" w:rsidRDefault="00CD1762" w:rsidP="001665D4">
            <w:pPr>
              <w:rPr>
                <w:sz w:val="16"/>
                <w:szCs w:val="16"/>
              </w:rPr>
            </w:pPr>
          </w:p>
        </w:tc>
        <w:tc>
          <w:tcPr>
            <w:tcW w:w="1840" w:type="dxa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CD1762" w:rsidRPr="000E65DE" w:rsidRDefault="00CD1762" w:rsidP="001665D4">
            <w:pPr>
              <w:rPr>
                <w:sz w:val="16"/>
                <w:szCs w:val="16"/>
              </w:rPr>
            </w:pPr>
          </w:p>
        </w:tc>
      </w:tr>
      <w:tr w:rsidR="00CD1762" w:rsidRPr="000E65DE" w:rsidTr="00A52A59">
        <w:trPr>
          <w:trHeight w:val="585"/>
        </w:trPr>
        <w:tc>
          <w:tcPr>
            <w:tcW w:w="1800" w:type="dxa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CD1762" w:rsidRPr="000E65DE" w:rsidRDefault="00CD1762" w:rsidP="001665D4">
            <w:r w:rsidRPr="000E65DE">
              <w:t>PD</w:t>
            </w:r>
          </w:p>
        </w:tc>
        <w:tc>
          <w:tcPr>
            <w:tcW w:w="1840" w:type="dxa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CD1762" w:rsidRPr="000E65DE" w:rsidRDefault="00CD1762" w:rsidP="001665D4">
            <w:pPr>
              <w:rPr>
                <w:sz w:val="16"/>
                <w:szCs w:val="16"/>
              </w:rPr>
            </w:pPr>
            <w:r w:rsidRPr="000E65DE">
              <w:rPr>
                <w:sz w:val="16"/>
                <w:szCs w:val="16"/>
              </w:rPr>
              <w:t>*Continue to offer TPD on 21</w:t>
            </w:r>
            <w:r w:rsidRPr="000E65DE">
              <w:rPr>
                <w:sz w:val="16"/>
                <w:szCs w:val="16"/>
                <w:vertAlign w:val="superscript"/>
              </w:rPr>
              <w:t>st</w:t>
            </w:r>
            <w:r w:rsidRPr="000E65DE">
              <w:rPr>
                <w:sz w:val="16"/>
                <w:szCs w:val="16"/>
              </w:rPr>
              <w:t xml:space="preserve"> skills and support the pedagogy that supports them. (Expanding the Boundaries)</w:t>
            </w:r>
          </w:p>
          <w:p w:rsidR="00CD1762" w:rsidRPr="000E65DE" w:rsidRDefault="00CD1762" w:rsidP="001665D4">
            <w:pPr>
              <w:rPr>
                <w:sz w:val="16"/>
                <w:szCs w:val="16"/>
              </w:rPr>
            </w:pPr>
            <w:r w:rsidRPr="000E65DE">
              <w:rPr>
                <w:sz w:val="16"/>
                <w:szCs w:val="16"/>
              </w:rPr>
              <w:t>**BYOD Shared Learning Resource on Edline “Can we sustain different devices in one classroom?”</w:t>
            </w:r>
          </w:p>
          <w:p w:rsidR="00CD1762" w:rsidRPr="000E65DE" w:rsidRDefault="00CD1762" w:rsidP="001665D4">
            <w:pPr>
              <w:rPr>
                <w:sz w:val="16"/>
                <w:szCs w:val="16"/>
              </w:rPr>
            </w:pPr>
            <w:r w:rsidRPr="000E65DE">
              <w:rPr>
                <w:sz w:val="16"/>
                <w:szCs w:val="16"/>
              </w:rPr>
              <w:t>**Observation by teachers and ITS in classrooms</w:t>
            </w:r>
          </w:p>
        </w:tc>
        <w:tc>
          <w:tcPr>
            <w:tcW w:w="1840" w:type="dxa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CD1762" w:rsidRPr="000E65DE" w:rsidRDefault="00CD1762" w:rsidP="00E5504D">
            <w:pPr>
              <w:rPr>
                <w:sz w:val="16"/>
                <w:szCs w:val="16"/>
              </w:rPr>
            </w:pPr>
            <w:r w:rsidRPr="000E65DE">
              <w:rPr>
                <w:sz w:val="16"/>
                <w:szCs w:val="16"/>
              </w:rPr>
              <w:t>*Teachers will revise their lessons to include 21</w:t>
            </w:r>
            <w:r w:rsidRPr="000E65DE">
              <w:rPr>
                <w:sz w:val="16"/>
                <w:szCs w:val="16"/>
                <w:vertAlign w:val="superscript"/>
              </w:rPr>
              <w:t>st</w:t>
            </w:r>
            <w:r w:rsidRPr="000E65DE">
              <w:rPr>
                <w:sz w:val="16"/>
                <w:szCs w:val="16"/>
              </w:rPr>
              <w:t xml:space="preserve"> C skills learned in the ETB class.</w:t>
            </w:r>
          </w:p>
          <w:p w:rsidR="00CD1762" w:rsidRPr="000E65DE" w:rsidRDefault="00CD1762" w:rsidP="00E5504D">
            <w:pPr>
              <w:rPr>
                <w:sz w:val="16"/>
                <w:szCs w:val="16"/>
              </w:rPr>
            </w:pPr>
            <w:r w:rsidRPr="000E65DE">
              <w:rPr>
                <w:sz w:val="16"/>
                <w:szCs w:val="16"/>
              </w:rPr>
              <w:t xml:space="preserve">*Teachers are able to access the support and information they need on Edline. </w:t>
            </w:r>
          </w:p>
          <w:p w:rsidR="00CD1762" w:rsidRPr="000E65DE" w:rsidRDefault="00CD1762" w:rsidP="00E5504D">
            <w:pPr>
              <w:rPr>
                <w:sz w:val="16"/>
                <w:szCs w:val="16"/>
              </w:rPr>
            </w:pPr>
            <w:r w:rsidRPr="000E65DE">
              <w:rPr>
                <w:sz w:val="16"/>
                <w:szCs w:val="16"/>
              </w:rPr>
              <w:t>*Teachers want to continue to participate in BYOD</w:t>
            </w:r>
          </w:p>
          <w:p w:rsidR="00CD1762" w:rsidRPr="000E65DE" w:rsidRDefault="00CD1762" w:rsidP="00E5504D">
            <w:pPr>
              <w:rPr>
                <w:sz w:val="16"/>
                <w:szCs w:val="16"/>
              </w:rPr>
            </w:pPr>
            <w:r w:rsidRPr="000E65DE">
              <w:rPr>
                <w:sz w:val="16"/>
                <w:szCs w:val="16"/>
              </w:rPr>
              <w:t>*Monthly indicator (participation) on Edline for discussion forum.</w:t>
            </w:r>
          </w:p>
          <w:p w:rsidR="00CD1762" w:rsidRPr="000E65DE" w:rsidRDefault="00CD1762" w:rsidP="00B56459">
            <w:pPr>
              <w:rPr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bottom w:val="nil"/>
            </w:tcBorders>
            <w:shd w:val="clear" w:color="auto" w:fill="FFFF99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CD1762" w:rsidRPr="00A52A59" w:rsidRDefault="00CD1762" w:rsidP="0057387A">
            <w:pPr>
              <w:rPr>
                <w:b/>
                <w:color w:val="000080"/>
                <w:sz w:val="16"/>
                <w:szCs w:val="16"/>
              </w:rPr>
            </w:pPr>
            <w:r w:rsidRPr="00A52A59">
              <w:rPr>
                <w:b/>
                <w:color w:val="000080"/>
                <w:sz w:val="16"/>
                <w:szCs w:val="16"/>
              </w:rPr>
              <w:t>Teachers enrolled in the Expanding The Boundaries of Teaching and Learning graduate course offered by the Reading Public Schools acquire knowledge to modify instructional units that include differentiated instruction and/or the principles of UDL.</w:t>
            </w:r>
          </w:p>
          <w:p w:rsidR="00CD1762" w:rsidRPr="00A52A59" w:rsidRDefault="00CD1762" w:rsidP="0057387A">
            <w:pPr>
              <w:rPr>
                <w:b/>
                <w:color w:val="000080"/>
                <w:sz w:val="16"/>
                <w:szCs w:val="16"/>
              </w:rPr>
            </w:pPr>
            <w:r w:rsidRPr="00A52A59">
              <w:rPr>
                <w:b/>
                <w:color w:val="000080"/>
                <w:sz w:val="16"/>
                <w:szCs w:val="16"/>
              </w:rPr>
              <w:t>Common Planning Time is provided for teachers to meet with technology integrators at their schools to help teachers with lesson modification.</w:t>
            </w:r>
          </w:p>
          <w:p w:rsidR="00CD1762" w:rsidRPr="00A52A59" w:rsidRDefault="00CD1762" w:rsidP="0057387A">
            <w:pPr>
              <w:rPr>
                <w:b/>
                <w:color w:val="000080"/>
                <w:sz w:val="16"/>
                <w:szCs w:val="16"/>
              </w:rPr>
            </w:pPr>
          </w:p>
        </w:tc>
        <w:tc>
          <w:tcPr>
            <w:tcW w:w="1840" w:type="dxa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CD1762" w:rsidRDefault="00CD1762" w:rsidP="00A0715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Teacher  d</w:t>
            </w:r>
            <w:r w:rsidRPr="000E65DE">
              <w:rPr>
                <w:sz w:val="16"/>
                <w:szCs w:val="16"/>
              </w:rPr>
              <w:t>iscussion forum on Edline</w:t>
            </w:r>
          </w:p>
          <w:p w:rsidR="00CD1762" w:rsidRDefault="00CD1762" w:rsidP="00A0715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Formal Surveys</w:t>
            </w:r>
          </w:p>
          <w:p w:rsidR="00CD1762" w:rsidRDefault="00CD1762" w:rsidP="00A07157">
            <w:pPr>
              <w:rPr>
                <w:sz w:val="16"/>
                <w:szCs w:val="16"/>
              </w:rPr>
            </w:pPr>
          </w:p>
          <w:p w:rsidR="00CD1762" w:rsidRPr="000E65DE" w:rsidRDefault="00CD1762" w:rsidP="00A0715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Impartial observation via Walk Through</w:t>
            </w:r>
          </w:p>
          <w:p w:rsidR="00CD1762" w:rsidRPr="000E65DE" w:rsidRDefault="00CD1762" w:rsidP="001665D4">
            <w:pPr>
              <w:rPr>
                <w:sz w:val="16"/>
                <w:szCs w:val="16"/>
              </w:rPr>
            </w:pPr>
          </w:p>
        </w:tc>
        <w:tc>
          <w:tcPr>
            <w:tcW w:w="1840" w:type="dxa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CD1762" w:rsidRDefault="00CD1762" w:rsidP="001665D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Develop discussion forum prompts </w:t>
            </w:r>
          </w:p>
          <w:p w:rsidR="00CD1762" w:rsidRDefault="00CD1762" w:rsidP="001665D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Help from Sun</w:t>
            </w:r>
          </w:p>
          <w:p w:rsidR="00CD1762" w:rsidRDefault="00CD1762" w:rsidP="001665D4">
            <w:pPr>
              <w:rPr>
                <w:sz w:val="16"/>
                <w:szCs w:val="16"/>
              </w:rPr>
            </w:pPr>
          </w:p>
          <w:p w:rsidR="00CD1762" w:rsidRPr="000E65DE" w:rsidRDefault="00CD1762" w:rsidP="001665D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Develop a checklist for walk throughs</w:t>
            </w:r>
          </w:p>
        </w:tc>
        <w:tc>
          <w:tcPr>
            <w:tcW w:w="1840" w:type="dxa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CD1762" w:rsidRPr="000E65DE" w:rsidRDefault="00CD1762" w:rsidP="001665D4">
            <w:pPr>
              <w:rPr>
                <w:sz w:val="16"/>
                <w:szCs w:val="16"/>
              </w:rPr>
            </w:pPr>
          </w:p>
        </w:tc>
      </w:tr>
      <w:tr w:rsidR="00CD1762" w:rsidRPr="000E65DE" w:rsidTr="00A52A59">
        <w:trPr>
          <w:trHeight w:val="585"/>
        </w:trPr>
        <w:tc>
          <w:tcPr>
            <w:tcW w:w="1800" w:type="dxa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CD1762" w:rsidRPr="000E65DE" w:rsidRDefault="00CD1762" w:rsidP="001665D4">
            <w:r w:rsidRPr="000E65DE">
              <w:t>Infrastructure</w:t>
            </w:r>
          </w:p>
        </w:tc>
        <w:tc>
          <w:tcPr>
            <w:tcW w:w="1840" w:type="dxa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CD1762" w:rsidRPr="000E65DE" w:rsidRDefault="00CD1762" w:rsidP="001665D4">
            <w:pPr>
              <w:rPr>
                <w:sz w:val="16"/>
                <w:szCs w:val="16"/>
              </w:rPr>
            </w:pPr>
            <w:r w:rsidRPr="000E65DE">
              <w:rPr>
                <w:sz w:val="16"/>
                <w:szCs w:val="16"/>
              </w:rPr>
              <w:t>*Wireless Network</w:t>
            </w:r>
          </w:p>
          <w:p w:rsidR="00CD1762" w:rsidRPr="000E65DE" w:rsidRDefault="00CD1762" w:rsidP="001665D4">
            <w:pPr>
              <w:rPr>
                <w:sz w:val="16"/>
                <w:szCs w:val="16"/>
              </w:rPr>
            </w:pPr>
            <w:r w:rsidRPr="000E65DE">
              <w:rPr>
                <w:sz w:val="16"/>
                <w:szCs w:val="16"/>
              </w:rPr>
              <w:t>*Supplementary Devices</w:t>
            </w:r>
          </w:p>
          <w:p w:rsidR="00CD1762" w:rsidRPr="000E65DE" w:rsidRDefault="00CD1762" w:rsidP="001665D4">
            <w:pPr>
              <w:rPr>
                <w:sz w:val="16"/>
                <w:szCs w:val="16"/>
              </w:rPr>
            </w:pPr>
            <w:r w:rsidRPr="000E65DE">
              <w:rPr>
                <w:sz w:val="16"/>
                <w:szCs w:val="16"/>
              </w:rPr>
              <w:t>*Increase Hardware Support</w:t>
            </w:r>
          </w:p>
          <w:p w:rsidR="00CD1762" w:rsidRPr="000E65DE" w:rsidRDefault="00CD1762" w:rsidP="001665D4">
            <w:pPr>
              <w:rPr>
                <w:sz w:val="16"/>
                <w:szCs w:val="16"/>
              </w:rPr>
            </w:pPr>
            <w:r w:rsidRPr="000E65DE">
              <w:rPr>
                <w:sz w:val="16"/>
                <w:szCs w:val="16"/>
              </w:rPr>
              <w:t>*ITS provide ongoing support for teachers and students</w:t>
            </w:r>
          </w:p>
        </w:tc>
        <w:tc>
          <w:tcPr>
            <w:tcW w:w="1840" w:type="dxa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CD1762" w:rsidRPr="000E65DE" w:rsidRDefault="00CD1762" w:rsidP="001665D4">
            <w:pPr>
              <w:rPr>
                <w:sz w:val="16"/>
                <w:szCs w:val="16"/>
              </w:rPr>
            </w:pPr>
            <w:r w:rsidRPr="000E65DE">
              <w:rPr>
                <w:sz w:val="16"/>
                <w:szCs w:val="16"/>
              </w:rPr>
              <w:t>*Wireless connection will work</w:t>
            </w:r>
          </w:p>
          <w:p w:rsidR="00CD1762" w:rsidRPr="000E65DE" w:rsidRDefault="00CD1762" w:rsidP="001665D4">
            <w:pPr>
              <w:rPr>
                <w:sz w:val="16"/>
                <w:szCs w:val="16"/>
              </w:rPr>
            </w:pPr>
            <w:r w:rsidRPr="000E65DE">
              <w:rPr>
                <w:sz w:val="16"/>
                <w:szCs w:val="16"/>
              </w:rPr>
              <w:t>*Teachers and students are able to use all resources on Web</w:t>
            </w:r>
          </w:p>
          <w:p w:rsidR="00CD1762" w:rsidRPr="000E65DE" w:rsidRDefault="00CD1762" w:rsidP="001665D4">
            <w:pPr>
              <w:rPr>
                <w:sz w:val="16"/>
                <w:szCs w:val="16"/>
              </w:rPr>
            </w:pPr>
            <w:r w:rsidRPr="000E65DE">
              <w:rPr>
                <w:sz w:val="16"/>
                <w:szCs w:val="16"/>
              </w:rPr>
              <w:t>*No limitation on devices</w:t>
            </w:r>
          </w:p>
        </w:tc>
        <w:tc>
          <w:tcPr>
            <w:tcW w:w="1840" w:type="dxa"/>
            <w:tcBorders>
              <w:top w:val="nil"/>
              <w:bottom w:val="nil"/>
            </w:tcBorders>
            <w:shd w:val="clear" w:color="auto" w:fill="FFFF99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CD1762" w:rsidRPr="00A52A59" w:rsidRDefault="00CD1762" w:rsidP="001665D4">
            <w:pPr>
              <w:rPr>
                <w:b/>
                <w:color w:val="000080"/>
                <w:sz w:val="16"/>
                <w:szCs w:val="16"/>
              </w:rPr>
            </w:pPr>
            <w:r w:rsidRPr="00A52A59">
              <w:rPr>
                <w:b/>
                <w:color w:val="000080"/>
                <w:sz w:val="16"/>
                <w:szCs w:val="16"/>
              </w:rPr>
              <w:t xml:space="preserve">*Wireless connection is reliable and dependable throughout the buildings. </w:t>
            </w:r>
          </w:p>
          <w:p w:rsidR="00CD1762" w:rsidRPr="00A52A59" w:rsidRDefault="00CD1762" w:rsidP="001665D4">
            <w:pPr>
              <w:rPr>
                <w:b/>
                <w:color w:val="000080"/>
                <w:sz w:val="16"/>
                <w:szCs w:val="16"/>
              </w:rPr>
            </w:pPr>
            <w:r w:rsidRPr="00A52A59">
              <w:rPr>
                <w:b/>
                <w:color w:val="000080"/>
                <w:sz w:val="16"/>
                <w:szCs w:val="16"/>
              </w:rPr>
              <w:t>*All platform conflicts are managed. Example Flash, file management, printing, application compatibility.</w:t>
            </w:r>
          </w:p>
          <w:p w:rsidR="00CD1762" w:rsidRPr="00A52A59" w:rsidRDefault="00CD1762" w:rsidP="001665D4">
            <w:pPr>
              <w:rPr>
                <w:b/>
                <w:color w:val="000080"/>
                <w:sz w:val="16"/>
                <w:szCs w:val="16"/>
              </w:rPr>
            </w:pPr>
            <w:r w:rsidRPr="00A52A59">
              <w:rPr>
                <w:b/>
                <w:color w:val="000080"/>
                <w:sz w:val="16"/>
                <w:szCs w:val="16"/>
              </w:rPr>
              <w:t>*Supplemental devices available for students without their own devices</w:t>
            </w:r>
          </w:p>
        </w:tc>
        <w:tc>
          <w:tcPr>
            <w:tcW w:w="1840" w:type="dxa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CD1762" w:rsidRDefault="00CD1762" w:rsidP="005C633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*The wireless connection works.</w:t>
            </w:r>
          </w:p>
          <w:p w:rsidR="00CD1762" w:rsidRPr="000E65DE" w:rsidRDefault="00CD1762" w:rsidP="005C6334">
            <w:pPr>
              <w:rPr>
                <w:sz w:val="16"/>
                <w:szCs w:val="16"/>
              </w:rPr>
            </w:pPr>
            <w:r w:rsidRPr="000E65DE">
              <w:rPr>
                <w:sz w:val="16"/>
                <w:szCs w:val="16"/>
              </w:rPr>
              <w:t>*Number of trouble tickets issued relating to devices used.</w:t>
            </w:r>
            <w:r>
              <w:rPr>
                <w:sz w:val="16"/>
                <w:szCs w:val="16"/>
              </w:rPr>
              <w:t xml:space="preserve"> Reliability and bandwidth issues</w:t>
            </w:r>
          </w:p>
          <w:p w:rsidR="00CD1762" w:rsidRPr="000E65DE" w:rsidRDefault="00CD1762" w:rsidP="001665D4">
            <w:pPr>
              <w:rPr>
                <w:sz w:val="16"/>
                <w:szCs w:val="16"/>
              </w:rPr>
            </w:pPr>
          </w:p>
        </w:tc>
        <w:tc>
          <w:tcPr>
            <w:tcW w:w="1840" w:type="dxa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CD1762" w:rsidRPr="000E65DE" w:rsidRDefault="00CD1762" w:rsidP="001665D4">
            <w:pPr>
              <w:rPr>
                <w:sz w:val="16"/>
                <w:szCs w:val="16"/>
              </w:rPr>
            </w:pPr>
          </w:p>
        </w:tc>
        <w:tc>
          <w:tcPr>
            <w:tcW w:w="1840" w:type="dxa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CD1762" w:rsidRPr="000E65DE" w:rsidRDefault="00CD1762" w:rsidP="001665D4">
            <w:pPr>
              <w:rPr>
                <w:sz w:val="16"/>
                <w:szCs w:val="16"/>
              </w:rPr>
            </w:pPr>
          </w:p>
        </w:tc>
      </w:tr>
      <w:tr w:rsidR="00CD1762" w:rsidRPr="000E65DE" w:rsidTr="00A52A59">
        <w:trPr>
          <w:trHeight w:val="585"/>
        </w:trPr>
        <w:tc>
          <w:tcPr>
            <w:tcW w:w="1800" w:type="dxa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CD1762" w:rsidRPr="000E65DE" w:rsidRDefault="00CD1762" w:rsidP="001665D4">
            <w:r w:rsidRPr="000E65DE">
              <w:t>Extended Community</w:t>
            </w:r>
          </w:p>
        </w:tc>
        <w:tc>
          <w:tcPr>
            <w:tcW w:w="1840" w:type="dxa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CD1762" w:rsidRPr="000E65DE" w:rsidRDefault="00CD1762" w:rsidP="001665D4">
            <w:pPr>
              <w:rPr>
                <w:sz w:val="16"/>
                <w:szCs w:val="16"/>
              </w:rPr>
            </w:pPr>
            <w:r w:rsidRPr="000E65DE">
              <w:rPr>
                <w:sz w:val="16"/>
                <w:szCs w:val="16"/>
              </w:rPr>
              <w:t>*Parent tech nights</w:t>
            </w:r>
          </w:p>
          <w:p w:rsidR="00CD1762" w:rsidRPr="000E65DE" w:rsidRDefault="00CD1762" w:rsidP="001665D4">
            <w:pPr>
              <w:rPr>
                <w:sz w:val="16"/>
                <w:szCs w:val="16"/>
              </w:rPr>
            </w:pPr>
            <w:r w:rsidRPr="000E65DE">
              <w:rPr>
                <w:sz w:val="16"/>
                <w:szCs w:val="16"/>
              </w:rPr>
              <w:t>*View and revise AUP</w:t>
            </w:r>
          </w:p>
          <w:p w:rsidR="00CD1762" w:rsidRPr="000E65DE" w:rsidRDefault="00CD1762" w:rsidP="001665D4">
            <w:pPr>
              <w:rPr>
                <w:sz w:val="16"/>
                <w:szCs w:val="16"/>
              </w:rPr>
            </w:pPr>
            <w:r w:rsidRPr="000E65DE">
              <w:rPr>
                <w:sz w:val="16"/>
                <w:szCs w:val="16"/>
              </w:rPr>
              <w:t>*BYOD Shared Learning Resource on Edline</w:t>
            </w:r>
          </w:p>
        </w:tc>
        <w:tc>
          <w:tcPr>
            <w:tcW w:w="1840" w:type="dxa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CD1762" w:rsidRPr="000E65DE" w:rsidRDefault="00CD1762" w:rsidP="001665D4">
            <w:pPr>
              <w:rPr>
                <w:sz w:val="16"/>
                <w:szCs w:val="16"/>
              </w:rPr>
            </w:pPr>
            <w:r w:rsidRPr="000E65DE">
              <w:rPr>
                <w:sz w:val="16"/>
                <w:szCs w:val="16"/>
              </w:rPr>
              <w:t>*Parent and community fully support pilot</w:t>
            </w:r>
          </w:p>
          <w:p w:rsidR="00CD1762" w:rsidRPr="000E65DE" w:rsidRDefault="00CD1762" w:rsidP="001665D4">
            <w:pPr>
              <w:rPr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bottom w:val="nil"/>
            </w:tcBorders>
            <w:shd w:val="clear" w:color="auto" w:fill="FFFF99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CD1762" w:rsidRPr="00A52A59" w:rsidRDefault="00CD1762" w:rsidP="00552819">
            <w:pPr>
              <w:rPr>
                <w:b/>
                <w:color w:val="000080"/>
                <w:sz w:val="16"/>
                <w:szCs w:val="16"/>
              </w:rPr>
            </w:pPr>
            <w:r w:rsidRPr="00A52A59">
              <w:rPr>
                <w:b/>
                <w:color w:val="000080"/>
                <w:sz w:val="16"/>
                <w:szCs w:val="16"/>
              </w:rPr>
              <w:t xml:space="preserve">Parents understand and support the BYOD pilot objectives. </w:t>
            </w:r>
          </w:p>
          <w:p w:rsidR="00CD1762" w:rsidRPr="00A52A59" w:rsidRDefault="00CD1762" w:rsidP="00552819">
            <w:pPr>
              <w:rPr>
                <w:b/>
                <w:color w:val="000080"/>
                <w:sz w:val="16"/>
                <w:szCs w:val="16"/>
              </w:rPr>
            </w:pPr>
            <w:r w:rsidRPr="00A52A59">
              <w:rPr>
                <w:b/>
                <w:color w:val="000080"/>
                <w:sz w:val="16"/>
                <w:szCs w:val="16"/>
              </w:rPr>
              <w:t>Parents support BYOD initiative by providing a wireless device for school use</w:t>
            </w:r>
          </w:p>
          <w:p w:rsidR="00CD1762" w:rsidRPr="00A52A59" w:rsidRDefault="00CD1762" w:rsidP="00552819">
            <w:pPr>
              <w:rPr>
                <w:b/>
                <w:color w:val="000080"/>
                <w:sz w:val="16"/>
                <w:szCs w:val="16"/>
              </w:rPr>
            </w:pPr>
          </w:p>
        </w:tc>
        <w:tc>
          <w:tcPr>
            <w:tcW w:w="1840" w:type="dxa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CD1762" w:rsidRDefault="00CD1762" w:rsidP="001665D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% of students registering devices</w:t>
            </w:r>
          </w:p>
          <w:p w:rsidR="00CD1762" w:rsidRPr="000E65DE" w:rsidRDefault="00CD1762" w:rsidP="001665D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Community discussion forum on Edline</w:t>
            </w:r>
          </w:p>
        </w:tc>
        <w:tc>
          <w:tcPr>
            <w:tcW w:w="1840" w:type="dxa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CD1762" w:rsidRDefault="00CD1762" w:rsidP="001665D4">
            <w:pPr>
              <w:rPr>
                <w:sz w:val="16"/>
                <w:szCs w:val="16"/>
              </w:rPr>
            </w:pPr>
          </w:p>
          <w:p w:rsidR="00CD1762" w:rsidRPr="000E65DE" w:rsidRDefault="00CD1762" w:rsidP="001665D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? help from Sun</w:t>
            </w:r>
          </w:p>
        </w:tc>
        <w:tc>
          <w:tcPr>
            <w:tcW w:w="1840" w:type="dxa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CD1762" w:rsidRPr="000E65DE" w:rsidRDefault="00CD1762" w:rsidP="001665D4">
            <w:pPr>
              <w:rPr>
                <w:sz w:val="16"/>
                <w:szCs w:val="16"/>
              </w:rPr>
            </w:pPr>
          </w:p>
        </w:tc>
      </w:tr>
      <w:tr w:rsidR="00CD1762" w:rsidRPr="000E65DE" w:rsidTr="00A52A59">
        <w:trPr>
          <w:trHeight w:val="585"/>
        </w:trPr>
        <w:tc>
          <w:tcPr>
            <w:tcW w:w="1800" w:type="dxa"/>
            <w:tcBorders>
              <w:bottom w:val="single" w:sz="8" w:space="0" w:color="FFFFFF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CD1762" w:rsidRPr="000E65DE" w:rsidRDefault="00CD1762" w:rsidP="001665D4">
            <w:r w:rsidRPr="000E65DE">
              <w:t>Policies/Admin</w:t>
            </w:r>
          </w:p>
        </w:tc>
        <w:tc>
          <w:tcPr>
            <w:tcW w:w="1840" w:type="dxa"/>
            <w:tcBorders>
              <w:bottom w:val="single" w:sz="8" w:space="0" w:color="FFFFFF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CD1762" w:rsidRPr="000E65DE" w:rsidRDefault="00CD1762" w:rsidP="001665D4">
            <w:pPr>
              <w:rPr>
                <w:sz w:val="16"/>
                <w:szCs w:val="16"/>
              </w:rPr>
            </w:pPr>
            <w:r w:rsidRPr="000E65DE">
              <w:rPr>
                <w:sz w:val="16"/>
                <w:szCs w:val="16"/>
              </w:rPr>
              <w:t>*Student/Staff need to sign updated BYOD AUP</w:t>
            </w:r>
          </w:p>
          <w:p w:rsidR="00CD1762" w:rsidRPr="000E65DE" w:rsidRDefault="00CD1762" w:rsidP="001665D4">
            <w:pPr>
              <w:rPr>
                <w:sz w:val="16"/>
                <w:szCs w:val="16"/>
              </w:rPr>
            </w:pPr>
          </w:p>
        </w:tc>
        <w:tc>
          <w:tcPr>
            <w:tcW w:w="1840" w:type="dxa"/>
            <w:tcBorders>
              <w:bottom w:val="single" w:sz="8" w:space="0" w:color="FFFFFF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CD1762" w:rsidRPr="000E65DE" w:rsidRDefault="00CD1762" w:rsidP="001665D4">
            <w:pPr>
              <w:rPr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bottom w:val="single" w:sz="8" w:space="0" w:color="FFFFFF"/>
            </w:tcBorders>
            <w:shd w:val="clear" w:color="auto" w:fill="FFFF99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CD1762" w:rsidRPr="00A52A59" w:rsidRDefault="00CD1762" w:rsidP="004A2AC0">
            <w:pPr>
              <w:rPr>
                <w:b/>
                <w:color w:val="000080"/>
                <w:sz w:val="16"/>
                <w:szCs w:val="16"/>
              </w:rPr>
            </w:pPr>
            <w:r w:rsidRPr="00A52A59">
              <w:rPr>
                <w:b/>
                <w:color w:val="000080"/>
                <w:sz w:val="16"/>
                <w:szCs w:val="16"/>
              </w:rPr>
              <w:t xml:space="preserve">100% rate of return for signed AUP from staff, parents and students. </w:t>
            </w:r>
          </w:p>
          <w:p w:rsidR="00CD1762" w:rsidRPr="00A52A59" w:rsidRDefault="00CD1762" w:rsidP="004A2AC0">
            <w:pPr>
              <w:rPr>
                <w:b/>
                <w:color w:val="000080"/>
                <w:sz w:val="16"/>
                <w:szCs w:val="16"/>
              </w:rPr>
            </w:pPr>
            <w:r w:rsidRPr="00A52A59">
              <w:rPr>
                <w:b/>
                <w:color w:val="000080"/>
                <w:sz w:val="16"/>
                <w:szCs w:val="16"/>
              </w:rPr>
              <w:t>*District commitment to adequate staffing  and PD time for the BYOD initiative</w:t>
            </w:r>
          </w:p>
          <w:p w:rsidR="00CD1762" w:rsidRPr="00A52A59" w:rsidRDefault="00CD1762" w:rsidP="001665D4">
            <w:pPr>
              <w:rPr>
                <w:b/>
                <w:color w:val="000080"/>
                <w:sz w:val="16"/>
                <w:szCs w:val="16"/>
              </w:rPr>
            </w:pPr>
          </w:p>
        </w:tc>
        <w:tc>
          <w:tcPr>
            <w:tcW w:w="1840" w:type="dxa"/>
            <w:tcBorders>
              <w:bottom w:val="single" w:sz="8" w:space="0" w:color="FFFFFF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CD1762" w:rsidRPr="000E65DE" w:rsidRDefault="00CD1762" w:rsidP="001665D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Student and Teacher AUP on file</w:t>
            </w:r>
          </w:p>
        </w:tc>
        <w:tc>
          <w:tcPr>
            <w:tcW w:w="1840" w:type="dxa"/>
            <w:tcBorders>
              <w:bottom w:val="single" w:sz="8" w:space="0" w:color="FFFFFF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CD1762" w:rsidRPr="000E65DE" w:rsidRDefault="00CD1762" w:rsidP="001665D4">
            <w:pPr>
              <w:rPr>
                <w:sz w:val="16"/>
                <w:szCs w:val="16"/>
              </w:rPr>
            </w:pPr>
          </w:p>
        </w:tc>
        <w:tc>
          <w:tcPr>
            <w:tcW w:w="1840" w:type="dxa"/>
            <w:tcBorders>
              <w:bottom w:val="single" w:sz="8" w:space="0" w:color="FFFFFF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CD1762" w:rsidRPr="000E65DE" w:rsidRDefault="00CD1762" w:rsidP="001665D4">
            <w:pPr>
              <w:rPr>
                <w:sz w:val="16"/>
                <w:szCs w:val="16"/>
              </w:rPr>
            </w:pPr>
          </w:p>
        </w:tc>
      </w:tr>
    </w:tbl>
    <w:p w:rsidR="00CD1762" w:rsidRDefault="00CD1762"/>
    <w:sectPr w:rsidR="00CD1762" w:rsidSect="006A2ADD">
      <w:pgSz w:w="15840" w:h="12240" w:orient="landscape"/>
      <w:pgMar w:top="540" w:right="288" w:bottom="360" w:left="288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665D4"/>
    <w:rsid w:val="00074B4E"/>
    <w:rsid w:val="00080E6E"/>
    <w:rsid w:val="000C250A"/>
    <w:rsid w:val="000E65DE"/>
    <w:rsid w:val="00152BB6"/>
    <w:rsid w:val="001665D4"/>
    <w:rsid w:val="00173886"/>
    <w:rsid w:val="00184E57"/>
    <w:rsid w:val="00193612"/>
    <w:rsid w:val="001D098D"/>
    <w:rsid w:val="00232725"/>
    <w:rsid w:val="0027089E"/>
    <w:rsid w:val="00280417"/>
    <w:rsid w:val="002F537C"/>
    <w:rsid w:val="0033402E"/>
    <w:rsid w:val="00385F95"/>
    <w:rsid w:val="00394CE9"/>
    <w:rsid w:val="003A4781"/>
    <w:rsid w:val="0048670B"/>
    <w:rsid w:val="0049499E"/>
    <w:rsid w:val="004A2AC0"/>
    <w:rsid w:val="004A4070"/>
    <w:rsid w:val="004B527F"/>
    <w:rsid w:val="004B61B6"/>
    <w:rsid w:val="004B6FED"/>
    <w:rsid w:val="004E084B"/>
    <w:rsid w:val="00501477"/>
    <w:rsid w:val="00552819"/>
    <w:rsid w:val="0057387A"/>
    <w:rsid w:val="005A7253"/>
    <w:rsid w:val="005C2BCF"/>
    <w:rsid w:val="005C6334"/>
    <w:rsid w:val="005E7020"/>
    <w:rsid w:val="00651338"/>
    <w:rsid w:val="00653AF6"/>
    <w:rsid w:val="00692C16"/>
    <w:rsid w:val="006A2ADD"/>
    <w:rsid w:val="006C201E"/>
    <w:rsid w:val="006C3D46"/>
    <w:rsid w:val="0075194D"/>
    <w:rsid w:val="00790C74"/>
    <w:rsid w:val="00794803"/>
    <w:rsid w:val="007B0C14"/>
    <w:rsid w:val="007E6982"/>
    <w:rsid w:val="008037C3"/>
    <w:rsid w:val="008563F5"/>
    <w:rsid w:val="0086425A"/>
    <w:rsid w:val="008913BE"/>
    <w:rsid w:val="008A1EDC"/>
    <w:rsid w:val="008C3E12"/>
    <w:rsid w:val="00927C2C"/>
    <w:rsid w:val="00934405"/>
    <w:rsid w:val="009360E2"/>
    <w:rsid w:val="009A6A6A"/>
    <w:rsid w:val="009D04A4"/>
    <w:rsid w:val="009F490F"/>
    <w:rsid w:val="00A07157"/>
    <w:rsid w:val="00A1124E"/>
    <w:rsid w:val="00A3697D"/>
    <w:rsid w:val="00A52A59"/>
    <w:rsid w:val="00A56E17"/>
    <w:rsid w:val="00A77F90"/>
    <w:rsid w:val="00A96F8F"/>
    <w:rsid w:val="00AC367F"/>
    <w:rsid w:val="00AF60A3"/>
    <w:rsid w:val="00AF60E7"/>
    <w:rsid w:val="00B22DE1"/>
    <w:rsid w:val="00B5325B"/>
    <w:rsid w:val="00B56459"/>
    <w:rsid w:val="00B768A2"/>
    <w:rsid w:val="00C10246"/>
    <w:rsid w:val="00C35AEF"/>
    <w:rsid w:val="00C41421"/>
    <w:rsid w:val="00CB7006"/>
    <w:rsid w:val="00CC7A97"/>
    <w:rsid w:val="00CD1762"/>
    <w:rsid w:val="00D02EB2"/>
    <w:rsid w:val="00D573EE"/>
    <w:rsid w:val="00D73135"/>
    <w:rsid w:val="00D731C3"/>
    <w:rsid w:val="00D83437"/>
    <w:rsid w:val="00DA3D0E"/>
    <w:rsid w:val="00E04C1D"/>
    <w:rsid w:val="00E243DC"/>
    <w:rsid w:val="00E549E8"/>
    <w:rsid w:val="00E5504D"/>
    <w:rsid w:val="00E73670"/>
    <w:rsid w:val="00E973FE"/>
    <w:rsid w:val="00EB4537"/>
    <w:rsid w:val="00EC783E"/>
    <w:rsid w:val="00EE54AC"/>
    <w:rsid w:val="00F3398D"/>
    <w:rsid w:val="00F40B7A"/>
    <w:rsid w:val="00F61E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C201E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AF60A3"/>
    <w:pPr>
      <w:spacing w:before="100" w:beforeAutospacing="1" w:after="100" w:afterAutospacing="1" w:line="240" w:lineRule="auto"/>
    </w:pPr>
    <w:rPr>
      <w:rFonts w:ascii="Trebuchet MS" w:eastAsia="Times New Roman" w:hAnsi="Trebuchet MS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76393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7639307"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76393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7639302"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76393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7639310"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76393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6393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7639304"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18</TotalTime>
  <Pages>3</Pages>
  <Words>641</Words>
  <Characters>3656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Goal Statement: To see if BYOD is a feasible and sustainable way to integrate technology into every classroom experience</dc:title>
  <dc:subject/>
  <dc:creator>Powers, Meg</dc:creator>
  <cp:keywords/>
  <dc:description/>
  <cp:lastModifiedBy>marcia.grant</cp:lastModifiedBy>
  <cp:revision>4</cp:revision>
  <dcterms:created xsi:type="dcterms:W3CDTF">2012-02-15T18:04:00Z</dcterms:created>
  <dcterms:modified xsi:type="dcterms:W3CDTF">2012-02-15T18:13:00Z</dcterms:modified>
</cp:coreProperties>
</file>